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F05D9" w14:textId="71BD9563" w:rsidR="004E644B" w:rsidRPr="002862EF" w:rsidRDefault="00EB023E" w:rsidP="002B3709">
      <w:pPr>
        <w:jc w:val="center"/>
        <w:rPr>
          <w:rFonts w:ascii="しねきゃぷしょん" w:eastAsia="しねきゃぷしょん" w:hAnsi="しねきゃぷしょん"/>
          <w:b/>
          <w:bCs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B13BB1" wp14:editId="362B074C">
                <wp:simplePos x="0" y="0"/>
                <wp:positionH relativeFrom="margin">
                  <wp:posOffset>1270000</wp:posOffset>
                </wp:positionH>
                <wp:positionV relativeFrom="paragraph">
                  <wp:posOffset>-93980</wp:posOffset>
                </wp:positionV>
                <wp:extent cx="3933190" cy="624840"/>
                <wp:effectExtent l="0" t="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3190" cy="624840"/>
                          <a:chOff x="0" y="0"/>
                          <a:chExt cx="3933190" cy="624840"/>
                        </a:xfrm>
                      </wpg:grpSpPr>
                      <wpg:grpSp>
                        <wpg:cNvPr id="174" name="グループ化 174"/>
                        <wpg:cNvGrpSpPr/>
                        <wpg:grpSpPr>
                          <a:xfrm>
                            <a:off x="0" y="0"/>
                            <a:ext cx="3933190" cy="624840"/>
                            <a:chOff x="0" y="0"/>
                            <a:chExt cx="3933190" cy="624840"/>
                          </a:xfrm>
                        </wpg:grpSpPr>
                        <pic:pic xmlns:pic="http://schemas.openxmlformats.org/drawingml/2006/picture">
                          <pic:nvPicPr>
                            <pic:cNvPr id="148" name="図 14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7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576" t="12612" r="41239" b="67133"/>
                            <a:stretch/>
                          </pic:blipFill>
                          <pic:spPr bwMode="auto">
                            <a:xfrm>
                              <a:off x="2581275" y="0"/>
                              <a:ext cx="542290" cy="6248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9" name="図 14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7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576" t="12612" r="41239" b="67133"/>
                            <a:stretch/>
                          </pic:blipFill>
                          <pic:spPr bwMode="auto">
                            <a:xfrm>
                              <a:off x="3028950" y="0"/>
                              <a:ext cx="542290" cy="6248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0" name="図 15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7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576" t="12612" r="41239" b="67133"/>
                            <a:stretch/>
                          </pic:blipFill>
                          <pic:spPr bwMode="auto">
                            <a:xfrm>
                              <a:off x="3390900" y="0"/>
                              <a:ext cx="542290" cy="6248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1" name="図 15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7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576" t="12612" r="41239" b="67133"/>
                            <a:stretch/>
                          </pic:blipFill>
                          <pic:spPr bwMode="auto">
                            <a:xfrm>
                              <a:off x="0" y="0"/>
                              <a:ext cx="542290" cy="6248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2" name="図 15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7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576" t="12612" r="41239" b="67133"/>
                            <a:stretch/>
                          </pic:blipFill>
                          <pic:spPr bwMode="auto">
                            <a:xfrm>
                              <a:off x="361950" y="0"/>
                              <a:ext cx="542290" cy="6248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684"/>
                          <a:stretch/>
                        </pic:blipFill>
                        <pic:spPr bwMode="auto">
                          <a:xfrm>
                            <a:off x="925033" y="85060"/>
                            <a:ext cx="163703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055D93" id="グループ化 7" o:spid="_x0000_s1026" style="position:absolute;left:0;text-align:left;margin-left:100pt;margin-top:-7.4pt;width:309.7pt;height:49.2pt;z-index:251659264;mso-position-horizontal-relative:margin" coordsize="39331,6248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">
                <v:group id="グループ化 174" o:spid="_x0000_s1027" style="position:absolute;width:39331;height:6248" coordsize="39331,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48" o:spid="_x0000_s1028" type="#_x0000_t75" style="position:absolute;left:25812;width:5423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">
                    <v:imagedata r:id="rId9" o:title="" croptop="8265f" cropbottom="43996f" cropleft="29869f" cropright="27026f" chromakey="#f8f8f5"/>
                  </v:shape>
                  <v:shape id="図 149" o:spid="_x0000_s1029" type="#_x0000_t75" style="position:absolute;left:30289;width:5423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">
                    <v:imagedata r:id="rId9" o:title="" croptop="8265f" cropbottom="43996f" cropleft="29869f" cropright="27026f" chromakey="#f8f8f5"/>
                  </v:shape>
                  <v:shape id="図 150" o:spid="_x0000_s1030" type="#_x0000_t75" style="position:absolute;left:33909;width:5422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">
                    <v:imagedata r:id="rId9" o:title="" croptop="8265f" cropbottom="43996f" cropleft="29869f" cropright="27026f" chromakey="#f8f8f5"/>
                  </v:shape>
                  <v:shape id="図 151" o:spid="_x0000_s1031" type="#_x0000_t75" style="position:absolute;width:5422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">
                    <v:imagedata r:id="rId9" o:title="" croptop="8265f" cropbottom="43996f" cropleft="29869f" cropright="27026f" chromakey="#f8f8f5"/>
                  </v:shape>
                  <v:shape id="図 152" o:spid="_x0000_s1032" type="#_x0000_t75" style="position:absolute;left:3619;width:5423;height:6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">
                    <v:imagedata r:id="rId9" o:title="" croptop="8265f" cropbottom="43996f" cropleft="29869f" cropright="27026f" chromakey="#f8f8f5"/>
                  </v:shape>
                </v:group>
                <v:shape id="図 6" o:spid="_x0000_s1033" type="#_x0000_t75" style="position:absolute;left:9250;top:850;width:16370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">
                  <v:imagedata r:id="rId10" o:title="" cropright="45668f"/>
                </v:shape>
                <w10:wrap anchorx="margin"/>
              </v:group>
            </w:pict>
          </mc:Fallback>
        </mc:AlternateContent>
      </w:r>
    </w:p>
    <w:p w14:paraId="11D96AD9" w14:textId="77777777" w:rsidR="0069510B" w:rsidRDefault="0069510B" w:rsidP="0069510B">
      <w:pPr>
        <w:wordWrap w:val="0"/>
        <w:spacing w:line="400" w:lineRule="exact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14:paraId="5DB0366A" w14:textId="2BC3CE98" w:rsidR="007A0DCF" w:rsidRPr="002B3709" w:rsidRDefault="0069510B" w:rsidP="0069510B">
      <w:pPr>
        <w:spacing w:line="400" w:lineRule="exact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4C245F84" w14:textId="20F180B3" w:rsidR="002245AF" w:rsidRPr="002B3709" w:rsidRDefault="002245A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3402"/>
      </w:tblGrid>
      <w:tr w:rsidR="00775377" w:rsidRPr="00775377" w14:paraId="55EDCFAC" w14:textId="77777777" w:rsidTr="00775377">
        <w:tc>
          <w:tcPr>
            <w:tcW w:w="1247" w:type="dxa"/>
          </w:tcPr>
          <w:p w14:paraId="6EBBC61E" w14:textId="3AFF62C7" w:rsidR="00775377" w:rsidRPr="00775377" w:rsidRDefault="00C11120" w:rsidP="00C11120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宛先社名:</w:t>
            </w:r>
          </w:p>
        </w:tc>
        <w:tc>
          <w:tcPr>
            <w:tcW w:w="3402" w:type="dxa"/>
            <w:vAlign w:val="center"/>
          </w:tcPr>
          <w:p w14:paraId="34AC6D67" w14:textId="5CC0BEDE" w:rsidR="00775377" w:rsidRPr="00775377" w:rsidRDefault="00775377" w:rsidP="00775377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75377" w:rsidRPr="00775377" w14:paraId="3893B28D" w14:textId="77777777" w:rsidTr="00775377">
        <w:tc>
          <w:tcPr>
            <w:tcW w:w="1247" w:type="dxa"/>
          </w:tcPr>
          <w:p w14:paraId="1A9792E7" w14:textId="0F2997AC" w:rsidR="00775377" w:rsidRPr="00775377" w:rsidRDefault="00C11120" w:rsidP="00C11120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11120"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szCs w:val="24"/>
                <w:fitText w:val="960" w:id="2044456960"/>
              </w:rPr>
              <w:t>部署</w:t>
            </w:r>
            <w:r w:rsidRPr="00C11120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960" w:id="2044456960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:</w:t>
            </w:r>
          </w:p>
        </w:tc>
        <w:tc>
          <w:tcPr>
            <w:tcW w:w="3402" w:type="dxa"/>
            <w:vAlign w:val="center"/>
          </w:tcPr>
          <w:p w14:paraId="43EB6522" w14:textId="77777777" w:rsidR="00775377" w:rsidRPr="00775377" w:rsidRDefault="00775377" w:rsidP="00775377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pacing w:val="120"/>
                <w:kern w:val="0"/>
                <w:sz w:val="24"/>
                <w:szCs w:val="24"/>
              </w:rPr>
            </w:pPr>
          </w:p>
        </w:tc>
      </w:tr>
      <w:tr w:rsidR="00775377" w:rsidRPr="002B3709" w14:paraId="3F0E849A" w14:textId="77777777" w:rsidTr="00775377">
        <w:tc>
          <w:tcPr>
            <w:tcW w:w="1247" w:type="dxa"/>
          </w:tcPr>
          <w:p w14:paraId="1F44EFB9" w14:textId="24E9DB6F" w:rsidR="00775377" w:rsidRPr="002B3709" w:rsidRDefault="00C11120" w:rsidP="00C11120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11120">
              <w:rPr>
                <w:rFonts w:ascii="HG丸ｺﾞｼｯｸM-PRO" w:eastAsia="HG丸ｺﾞｼｯｸM-PRO" w:hAnsi="HG丸ｺﾞｼｯｸM-PRO" w:hint="eastAsia"/>
                <w:spacing w:val="480"/>
                <w:kern w:val="0"/>
                <w:sz w:val="24"/>
                <w:szCs w:val="24"/>
                <w:fitText w:val="960" w:id="2044456961"/>
              </w:rPr>
              <w:t>担</w:t>
            </w:r>
            <w:r w:rsidRPr="00C11120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960" w:id="2044456961"/>
              </w:rPr>
              <w:t>当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:</w:t>
            </w:r>
          </w:p>
        </w:tc>
        <w:tc>
          <w:tcPr>
            <w:tcW w:w="3402" w:type="dxa"/>
            <w:vAlign w:val="center"/>
          </w:tcPr>
          <w:p w14:paraId="32AD57D0" w14:textId="567363D0" w:rsidR="00775377" w:rsidRPr="002B3709" w:rsidRDefault="00C11120" w:rsidP="00775377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様</w:t>
            </w:r>
          </w:p>
        </w:tc>
      </w:tr>
    </w:tbl>
    <w:p w14:paraId="0355ECD3" w14:textId="0D1FE4E9" w:rsidR="00F13E1F" w:rsidRPr="002B3709" w:rsidRDefault="00F13E1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f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3402"/>
      </w:tblGrid>
      <w:tr w:rsidR="004D4516" w:rsidRPr="002B3709" w14:paraId="2D9CF599" w14:textId="77777777" w:rsidTr="00775377">
        <w:trPr>
          <w:jc w:val="right"/>
        </w:trPr>
        <w:tc>
          <w:tcPr>
            <w:tcW w:w="1644" w:type="dxa"/>
            <w:vAlign w:val="center"/>
          </w:tcPr>
          <w:p w14:paraId="615F76D6" w14:textId="6FD2B53C" w:rsidR="0069510B" w:rsidRPr="002B3709" w:rsidRDefault="0069510B" w:rsidP="0069510B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61955">
              <w:rPr>
                <w:rFonts w:ascii="HG丸ｺﾞｼｯｸM-PRO" w:eastAsia="HG丸ｺﾞｼｯｸM-PRO" w:hAnsi="HG丸ｺﾞｼｯｸM-PRO" w:hint="eastAsia"/>
                <w:spacing w:val="480"/>
                <w:kern w:val="0"/>
                <w:sz w:val="24"/>
                <w:szCs w:val="24"/>
                <w:fitText w:val="960" w:id="2044450560"/>
              </w:rPr>
              <w:t>社</w:t>
            </w:r>
            <w:r w:rsidRPr="00F61955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960" w:id="2044450560"/>
              </w:rPr>
              <w:t>名</w:t>
            </w:r>
            <w:r w:rsidR="007753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:</w:t>
            </w:r>
            <w:r w:rsidR="00C11120" w:rsidRPr="002B3709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126AFDF2" w14:textId="716240DE" w:rsidR="0069510B" w:rsidRPr="002B3709" w:rsidRDefault="0069510B" w:rsidP="002B3709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D4516" w:rsidRPr="002B3709" w14:paraId="3E1D9E73" w14:textId="77777777" w:rsidTr="00775377">
        <w:trPr>
          <w:jc w:val="right"/>
        </w:trPr>
        <w:tc>
          <w:tcPr>
            <w:tcW w:w="1644" w:type="dxa"/>
            <w:vAlign w:val="center"/>
          </w:tcPr>
          <w:p w14:paraId="718656D9" w14:textId="1B67E4FD" w:rsidR="0069510B" w:rsidRPr="002B3709" w:rsidRDefault="0069510B" w:rsidP="0069510B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61955">
              <w:rPr>
                <w:rFonts w:ascii="HG丸ｺﾞｼｯｸM-PRO" w:eastAsia="HG丸ｺﾞｼｯｸM-PRO" w:hAnsi="HG丸ｺﾞｼｯｸM-PRO" w:hint="eastAsia"/>
                <w:spacing w:val="120"/>
                <w:kern w:val="0"/>
                <w:sz w:val="24"/>
                <w:szCs w:val="24"/>
                <w:fitText w:val="960" w:id="2044450561"/>
              </w:rPr>
              <w:t>部署</w:t>
            </w:r>
            <w:r w:rsidRPr="00F61955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960" w:id="2044450561"/>
              </w:rPr>
              <w:t>名</w:t>
            </w:r>
            <w:r w:rsidR="0077537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:</w:t>
            </w:r>
            <w:r w:rsidR="00C11120" w:rsidRPr="002B3709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7986A966" w14:textId="04815AD5" w:rsidR="0069510B" w:rsidRPr="002B3709" w:rsidRDefault="0069510B" w:rsidP="002B3709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D4516" w:rsidRPr="002B3709" w14:paraId="6DFDD1C3" w14:textId="77777777" w:rsidTr="00775377">
        <w:trPr>
          <w:jc w:val="right"/>
        </w:trPr>
        <w:tc>
          <w:tcPr>
            <w:tcW w:w="1644" w:type="dxa"/>
            <w:vAlign w:val="center"/>
          </w:tcPr>
          <w:p w14:paraId="6DA7E0C5" w14:textId="582DAC89" w:rsidR="0069510B" w:rsidRPr="002B3709" w:rsidRDefault="0069510B" w:rsidP="0069510B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B370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担当者名</w:t>
            </w:r>
            <w:r w:rsidR="0077537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:</w:t>
            </w:r>
            <w:r w:rsidR="00C11120" w:rsidRPr="002B3709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115466F0" w14:textId="5B1FCA7C" w:rsidR="0069510B" w:rsidRPr="002B3709" w:rsidRDefault="0069510B" w:rsidP="002B3709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D4516" w:rsidRPr="002B3709" w14:paraId="31647AB8" w14:textId="77777777" w:rsidTr="00775377">
        <w:trPr>
          <w:jc w:val="right"/>
        </w:trPr>
        <w:tc>
          <w:tcPr>
            <w:tcW w:w="1644" w:type="dxa"/>
            <w:vAlign w:val="center"/>
          </w:tcPr>
          <w:p w14:paraId="3D65181B" w14:textId="74D5850B" w:rsidR="002245AF" w:rsidRPr="002B3709" w:rsidRDefault="002245AF" w:rsidP="00F61955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753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TEL</w:t>
            </w:r>
            <w:r w:rsidR="007753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:</w:t>
            </w:r>
          </w:p>
        </w:tc>
        <w:tc>
          <w:tcPr>
            <w:tcW w:w="3402" w:type="dxa"/>
            <w:vAlign w:val="center"/>
          </w:tcPr>
          <w:p w14:paraId="6A5A9DCC" w14:textId="555791B6" w:rsidR="002245AF" w:rsidRPr="002B3709" w:rsidRDefault="002245AF" w:rsidP="002B3709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D4516" w:rsidRPr="002B3709" w14:paraId="0EBE7C1D" w14:textId="77777777" w:rsidTr="00775377">
        <w:trPr>
          <w:jc w:val="right"/>
        </w:trPr>
        <w:tc>
          <w:tcPr>
            <w:tcW w:w="1644" w:type="dxa"/>
            <w:vAlign w:val="center"/>
          </w:tcPr>
          <w:p w14:paraId="76C4B5FD" w14:textId="45D62394" w:rsidR="002245AF" w:rsidRPr="002B3709" w:rsidRDefault="002245AF" w:rsidP="0069510B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7753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FAX</w:t>
            </w:r>
            <w:r w:rsidR="0077537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:</w:t>
            </w:r>
          </w:p>
        </w:tc>
        <w:tc>
          <w:tcPr>
            <w:tcW w:w="3402" w:type="dxa"/>
            <w:vAlign w:val="center"/>
          </w:tcPr>
          <w:p w14:paraId="7386A03F" w14:textId="79FA3B0E" w:rsidR="002245AF" w:rsidRPr="002B3709" w:rsidRDefault="002245AF" w:rsidP="002B3709">
            <w:pPr>
              <w:spacing w:line="400" w:lineRule="exact"/>
              <w:jc w:val="both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14:paraId="3CAC1550" w14:textId="49328EFB" w:rsidR="007A0DCF" w:rsidRPr="002B3709" w:rsidRDefault="007A0DC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0BA816B" w14:textId="00DC75E6" w:rsidR="007A0DCF" w:rsidRPr="002B3709" w:rsidRDefault="007A0DCF" w:rsidP="002B3709">
      <w:pPr>
        <w:spacing w:line="40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□至急　□</w:t>
      </w:r>
      <w:r w:rsidR="0069510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/　　</w:t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までにご連絡ください　</w:t>
      </w:r>
      <w:r w:rsidR="002245AF" w:rsidRPr="002B370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□ご確認ください　</w:t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□</w:t>
      </w:r>
      <w:r w:rsidR="002245AF"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ご</w:t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回覧</w:t>
      </w:r>
      <w:r w:rsidR="002245AF"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くださ</w:t>
      </w:r>
      <w:r w:rsidR="002B3709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</w:p>
    <w:p w14:paraId="7E03BA29" w14:textId="77777777" w:rsidR="007A0DCF" w:rsidRPr="002B3709" w:rsidRDefault="007A0DC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009C45B" w14:textId="72F62964" w:rsidR="002245AF" w:rsidRPr="002B3709" w:rsidRDefault="002245A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B370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送付枚数：</w:t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9510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>枚(本紙含む)</w:t>
      </w:r>
    </w:p>
    <w:p w14:paraId="50F8FB39" w14:textId="52ABF96C" w:rsidR="00536460" w:rsidRPr="002B3709" w:rsidRDefault="002245A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B370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送付内容：</w:t>
      </w:r>
      <w:r w:rsidR="00F13E1F" w:rsidRPr="002B370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ab/>
      </w:r>
      <w:bookmarkStart w:id="0" w:name="_GoBack"/>
      <w:bookmarkEnd w:id="0"/>
    </w:p>
    <w:p w14:paraId="7ACAAAD8" w14:textId="3C0A9862" w:rsidR="00F13E1F" w:rsidRPr="002B3709" w:rsidRDefault="00F13E1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14:paraId="16CF65DF" w14:textId="7C494659" w:rsidR="002245AF" w:rsidRPr="002B3709" w:rsidRDefault="00F13E1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  <w:r w:rsidRPr="002B3709">
        <w:rPr>
          <w:rFonts w:ascii="HG丸ｺﾞｼｯｸM-PRO" w:eastAsia="HG丸ｺﾞｼｯｸM-PRO" w:hAnsi="HG丸ｺﾞｼｯｸM-PRO" w:hint="eastAsia"/>
          <w:sz w:val="24"/>
          <w:szCs w:val="24"/>
        </w:rPr>
        <w:tab/>
      </w:r>
    </w:p>
    <w:p w14:paraId="2D83CC44" w14:textId="5EFECCA4" w:rsidR="002245AF" w:rsidRPr="0031792C" w:rsidRDefault="002245AF" w:rsidP="002B3709">
      <w:pPr>
        <w:spacing w:line="400" w:lineRule="exac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  <w:r w:rsidRPr="0031792C">
        <w:rPr>
          <w:rFonts w:ascii="HG丸ｺﾞｼｯｸM-PRO" w:eastAsia="HG丸ｺﾞｼｯｸM-PRO" w:hAnsi="HG丸ｺﾞｼｯｸM-PRO" w:hint="eastAsia"/>
          <w:spacing w:val="190"/>
          <w:kern w:val="0"/>
          <w:sz w:val="24"/>
          <w:szCs w:val="24"/>
          <w:fitText w:val="1100" w:id="2044469504"/>
        </w:rPr>
        <w:t>備考</w:t>
      </w:r>
      <w:r w:rsidRPr="0031792C">
        <w:rPr>
          <w:rFonts w:ascii="HG丸ｺﾞｼｯｸM-PRO" w:eastAsia="HG丸ｺﾞｼｯｸM-PRO" w:hAnsi="HG丸ｺﾞｼｯｸM-PRO" w:hint="eastAsia"/>
          <w:kern w:val="0"/>
          <w:sz w:val="24"/>
          <w:szCs w:val="24"/>
          <w:fitText w:val="1100" w:id="2044469504"/>
        </w:rPr>
        <w:t>：</w:t>
      </w:r>
    </w:p>
    <w:p w14:paraId="6FFDA643" w14:textId="70E04DC0" w:rsidR="0031792C" w:rsidRPr="0031792C" w:rsidRDefault="0031792C" w:rsidP="002B3709">
      <w:pPr>
        <w:spacing w:line="400" w:lineRule="exac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1792C" w14:paraId="6CEFFB98" w14:textId="77777777" w:rsidTr="0031792C">
        <w:trPr>
          <w:trHeight w:val="3764"/>
        </w:trPr>
        <w:tc>
          <w:tcPr>
            <w:tcW w:w="9736" w:type="dxa"/>
          </w:tcPr>
          <w:p w14:paraId="62658D70" w14:textId="77777777" w:rsidR="0031792C" w:rsidRDefault="0031792C" w:rsidP="002B3709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</w:pPr>
          </w:p>
        </w:tc>
      </w:tr>
    </w:tbl>
    <w:p w14:paraId="6813B0DD" w14:textId="77777777" w:rsidR="0031792C" w:rsidRPr="002B3709" w:rsidRDefault="0031792C" w:rsidP="002B3709">
      <w:pPr>
        <w:spacing w:line="400" w:lineRule="exact"/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</w:pPr>
    </w:p>
    <w:p w14:paraId="344025A5" w14:textId="6E791F36" w:rsidR="00F13E1F" w:rsidRPr="002B3709" w:rsidRDefault="00F13E1F" w:rsidP="002B3709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13E1F" w:rsidRPr="002B3709" w:rsidSect="002B3709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7D25A" w14:textId="77777777" w:rsidR="004947F1" w:rsidRDefault="004947F1" w:rsidP="00D31D0F">
      <w:r>
        <w:separator/>
      </w:r>
    </w:p>
  </w:endnote>
  <w:endnote w:type="continuationSeparator" w:id="0">
    <w:p w14:paraId="1FD3FD11" w14:textId="77777777" w:rsidR="004947F1" w:rsidRDefault="004947F1" w:rsidP="00D3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しねきゃぷしょん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88E5D" w14:textId="77777777" w:rsidR="004947F1" w:rsidRDefault="004947F1" w:rsidP="00D31D0F">
      <w:r>
        <w:separator/>
      </w:r>
    </w:p>
  </w:footnote>
  <w:footnote w:type="continuationSeparator" w:id="0">
    <w:p w14:paraId="458F7C52" w14:textId="77777777" w:rsidR="004947F1" w:rsidRDefault="004947F1" w:rsidP="00D31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CF"/>
    <w:rsid w:val="0006112F"/>
    <w:rsid w:val="00065A94"/>
    <w:rsid w:val="001B7225"/>
    <w:rsid w:val="001C0BA5"/>
    <w:rsid w:val="001C3BCD"/>
    <w:rsid w:val="002245AF"/>
    <w:rsid w:val="0027098F"/>
    <w:rsid w:val="002862EF"/>
    <w:rsid w:val="002B3709"/>
    <w:rsid w:val="0031792C"/>
    <w:rsid w:val="0037272C"/>
    <w:rsid w:val="004947F1"/>
    <w:rsid w:val="004A68C7"/>
    <w:rsid w:val="004D4516"/>
    <w:rsid w:val="004E644B"/>
    <w:rsid w:val="00527CEC"/>
    <w:rsid w:val="00536460"/>
    <w:rsid w:val="00577D54"/>
    <w:rsid w:val="0069510B"/>
    <w:rsid w:val="00775377"/>
    <w:rsid w:val="007A0DCF"/>
    <w:rsid w:val="007B46E6"/>
    <w:rsid w:val="00850DAB"/>
    <w:rsid w:val="008F1FD7"/>
    <w:rsid w:val="008F3372"/>
    <w:rsid w:val="0099080D"/>
    <w:rsid w:val="009965AC"/>
    <w:rsid w:val="009A0E1B"/>
    <w:rsid w:val="009D71C9"/>
    <w:rsid w:val="00A93726"/>
    <w:rsid w:val="00B61DFC"/>
    <w:rsid w:val="00BB322D"/>
    <w:rsid w:val="00BC370F"/>
    <w:rsid w:val="00C11120"/>
    <w:rsid w:val="00C113EC"/>
    <w:rsid w:val="00C149D9"/>
    <w:rsid w:val="00C6601B"/>
    <w:rsid w:val="00D31D0F"/>
    <w:rsid w:val="00E047D8"/>
    <w:rsid w:val="00E42D5D"/>
    <w:rsid w:val="00E856D6"/>
    <w:rsid w:val="00EB023E"/>
    <w:rsid w:val="00EC6045"/>
    <w:rsid w:val="00F13E1F"/>
    <w:rsid w:val="00F27516"/>
    <w:rsid w:val="00F35FFE"/>
    <w:rsid w:val="00F60307"/>
    <w:rsid w:val="00F61955"/>
    <w:rsid w:val="00F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F63398"/>
  <w15:chartTrackingRefBased/>
  <w15:docId w15:val="{8A1F66A7-DDA0-4C72-85B4-274ACC5F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322D"/>
    <w:rPr>
      <w:rFonts w:ascii="Times New Roman" w:eastAsia="メイリオ" w:hAnsi="Times New Roman"/>
      <w:color w:val="212120"/>
      <w:kern w:val="28"/>
    </w:rPr>
  </w:style>
  <w:style w:type="paragraph" w:styleId="1">
    <w:name w:val="heading 1"/>
    <w:basedOn w:val="a"/>
    <w:next w:val="a"/>
    <w:link w:val="10"/>
    <w:uiPriority w:val="9"/>
    <w:qFormat/>
    <w:rsid w:val="00BB322D"/>
    <w:pPr>
      <w:keepNext/>
      <w:outlineLvl w:val="0"/>
    </w:pPr>
    <w:rPr>
      <w:rFonts w:asciiTheme="majorHAnsi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322D"/>
    <w:pPr>
      <w:keepNext/>
      <w:outlineLvl w:val="1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D0F"/>
    <w:pPr>
      <w:tabs>
        <w:tab w:val="center" w:pos="4680"/>
        <w:tab w:val="right" w:pos="9360"/>
      </w:tabs>
    </w:pPr>
  </w:style>
  <w:style w:type="character" w:customStyle="1" w:styleId="a4">
    <w:name w:val="ヘッダー (文字)"/>
    <w:basedOn w:val="a0"/>
    <w:link w:val="a3"/>
    <w:uiPriority w:val="99"/>
    <w:rsid w:val="00D31D0F"/>
    <w:rPr>
      <w:rFonts w:ascii="Times New Roman" w:eastAsia="Times New Roman" w:hAnsi="Times New Roman"/>
      <w:color w:val="212120"/>
      <w:kern w:val="28"/>
    </w:rPr>
  </w:style>
  <w:style w:type="paragraph" w:styleId="a5">
    <w:name w:val="footer"/>
    <w:basedOn w:val="a"/>
    <w:link w:val="a6"/>
    <w:uiPriority w:val="99"/>
    <w:unhideWhenUsed/>
    <w:rsid w:val="00D31D0F"/>
    <w:pPr>
      <w:tabs>
        <w:tab w:val="center" w:pos="4680"/>
        <w:tab w:val="right" w:pos="9360"/>
      </w:tabs>
    </w:pPr>
  </w:style>
  <w:style w:type="character" w:customStyle="1" w:styleId="a6">
    <w:name w:val="フッター (文字)"/>
    <w:basedOn w:val="a0"/>
    <w:link w:val="a5"/>
    <w:uiPriority w:val="99"/>
    <w:rsid w:val="00D31D0F"/>
    <w:rPr>
      <w:rFonts w:ascii="Times New Roman" w:eastAsia="Times New Roman" w:hAnsi="Times New Roman"/>
      <w:color w:val="212120"/>
      <w:kern w:val="28"/>
    </w:rPr>
  </w:style>
  <w:style w:type="paragraph" w:styleId="a7">
    <w:name w:val="No Spacing"/>
    <w:uiPriority w:val="1"/>
    <w:qFormat/>
    <w:rsid w:val="00BB322D"/>
    <w:rPr>
      <w:rFonts w:ascii="Times New Roman" w:eastAsia="メイリオ" w:hAnsi="Times New Roman"/>
      <w:color w:val="212120"/>
      <w:kern w:val="28"/>
    </w:rPr>
  </w:style>
  <w:style w:type="character" w:customStyle="1" w:styleId="10">
    <w:name w:val="見出し 1 (文字)"/>
    <w:basedOn w:val="a0"/>
    <w:link w:val="1"/>
    <w:uiPriority w:val="9"/>
    <w:rsid w:val="00BB322D"/>
    <w:rPr>
      <w:rFonts w:asciiTheme="majorHAnsi" w:eastAsia="メイリオ" w:hAnsiTheme="majorHAnsi" w:cstheme="majorBidi"/>
      <w:color w:val="212120"/>
      <w:kern w:val="28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BB322D"/>
    <w:rPr>
      <w:rFonts w:asciiTheme="majorHAnsi" w:eastAsia="メイリオ" w:hAnsiTheme="majorHAnsi" w:cstheme="majorBidi"/>
      <w:color w:val="212120"/>
      <w:kern w:val="28"/>
    </w:rPr>
  </w:style>
  <w:style w:type="paragraph" w:styleId="a8">
    <w:name w:val="Title"/>
    <w:basedOn w:val="a"/>
    <w:next w:val="a"/>
    <w:link w:val="a9"/>
    <w:uiPriority w:val="10"/>
    <w:qFormat/>
    <w:rsid w:val="00BB322D"/>
    <w:pPr>
      <w:spacing w:before="240" w:after="120"/>
      <w:jc w:val="center"/>
      <w:outlineLvl w:val="0"/>
    </w:pPr>
    <w:rPr>
      <w:rFonts w:asciiTheme="majorHAnsi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BB322D"/>
    <w:rPr>
      <w:rFonts w:asciiTheme="majorHAnsi" w:eastAsia="メイリオ" w:hAnsiTheme="majorHAnsi" w:cstheme="majorBidi"/>
      <w:color w:val="212120"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BB322D"/>
    <w:pPr>
      <w:jc w:val="center"/>
      <w:outlineLvl w:val="1"/>
    </w:pPr>
    <w:rPr>
      <w:rFonts w:asciiTheme="minorHAnsi" w:hAnsiTheme="minorHAnsi" w:cstheme="minorBidi"/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BB322D"/>
    <w:rPr>
      <w:rFonts w:asciiTheme="minorHAnsi" w:eastAsia="メイリオ" w:hAnsiTheme="minorHAnsi" w:cstheme="minorBidi"/>
      <w:color w:val="212120"/>
      <w:kern w:val="28"/>
      <w:sz w:val="24"/>
      <w:szCs w:val="24"/>
    </w:rPr>
  </w:style>
  <w:style w:type="character" w:styleId="ac">
    <w:name w:val="Subtle Emphasis"/>
    <w:basedOn w:val="a0"/>
    <w:uiPriority w:val="19"/>
    <w:qFormat/>
    <w:rsid w:val="00BB322D"/>
    <w:rPr>
      <w:rFonts w:eastAsia="メイリオ"/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sid w:val="00BB322D"/>
    <w:rPr>
      <w:rFonts w:eastAsia="メイリオ"/>
      <w:i/>
      <w:iCs/>
    </w:rPr>
  </w:style>
  <w:style w:type="character" w:styleId="21">
    <w:name w:val="Intense Emphasis"/>
    <w:basedOn w:val="a0"/>
    <w:uiPriority w:val="21"/>
    <w:qFormat/>
    <w:rsid w:val="00BB322D"/>
    <w:rPr>
      <w:rFonts w:eastAsia="メイリオ"/>
      <w:i/>
      <w:iCs/>
      <w:color w:val="4472C4" w:themeColor="accent1"/>
    </w:rPr>
  </w:style>
  <w:style w:type="character" w:styleId="ae">
    <w:name w:val="Strong"/>
    <w:basedOn w:val="a0"/>
    <w:uiPriority w:val="22"/>
    <w:qFormat/>
    <w:rsid w:val="00BB322D"/>
    <w:rPr>
      <w:rFonts w:eastAsia="メイリオ"/>
      <w:b/>
      <w:bCs/>
    </w:rPr>
  </w:style>
  <w:style w:type="paragraph" w:styleId="af">
    <w:name w:val="Quote"/>
    <w:basedOn w:val="a"/>
    <w:next w:val="a"/>
    <w:link w:val="af0"/>
    <w:uiPriority w:val="29"/>
    <w:qFormat/>
    <w:rsid w:val="00BB322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0">
    <w:name w:val="引用文 (文字)"/>
    <w:basedOn w:val="a0"/>
    <w:link w:val="af"/>
    <w:uiPriority w:val="29"/>
    <w:rsid w:val="00BB322D"/>
    <w:rPr>
      <w:rFonts w:ascii="Times New Roman" w:eastAsia="メイリオ" w:hAnsi="Times New Roman"/>
      <w:i/>
      <w:iCs/>
      <w:color w:val="404040" w:themeColor="text1" w:themeTint="BF"/>
      <w:kern w:val="28"/>
    </w:rPr>
  </w:style>
  <w:style w:type="paragraph" w:styleId="22">
    <w:name w:val="Intense Quote"/>
    <w:basedOn w:val="a"/>
    <w:next w:val="a"/>
    <w:link w:val="23"/>
    <w:uiPriority w:val="30"/>
    <w:qFormat/>
    <w:rsid w:val="00BB322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3">
    <w:name w:val="引用文 2 (文字)"/>
    <w:basedOn w:val="a0"/>
    <w:link w:val="22"/>
    <w:uiPriority w:val="30"/>
    <w:rsid w:val="00BB322D"/>
    <w:rPr>
      <w:rFonts w:ascii="Times New Roman" w:eastAsia="メイリオ" w:hAnsi="Times New Roman"/>
      <w:i/>
      <w:iCs/>
      <w:color w:val="4472C4" w:themeColor="accent1"/>
      <w:kern w:val="28"/>
    </w:rPr>
  </w:style>
  <w:style w:type="character" w:styleId="af1">
    <w:name w:val="Subtle Reference"/>
    <w:basedOn w:val="a0"/>
    <w:uiPriority w:val="31"/>
    <w:qFormat/>
    <w:rsid w:val="00BB322D"/>
    <w:rPr>
      <w:rFonts w:eastAsia="メイリオ"/>
      <w:smallCaps/>
      <w:color w:val="5A5A5A" w:themeColor="text1" w:themeTint="A5"/>
    </w:rPr>
  </w:style>
  <w:style w:type="character" w:styleId="24">
    <w:name w:val="Intense Reference"/>
    <w:basedOn w:val="a0"/>
    <w:uiPriority w:val="32"/>
    <w:qFormat/>
    <w:rsid w:val="00BB322D"/>
    <w:rPr>
      <w:rFonts w:eastAsia="メイリオ"/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qFormat/>
    <w:rsid w:val="00BB322D"/>
    <w:rPr>
      <w:rFonts w:eastAsia="メイリオ"/>
      <w:b/>
      <w:bCs/>
      <w:i/>
      <w:iCs/>
      <w:spacing w:val="5"/>
    </w:rPr>
  </w:style>
  <w:style w:type="paragraph" w:styleId="af3">
    <w:name w:val="List Paragraph"/>
    <w:basedOn w:val="a"/>
    <w:uiPriority w:val="34"/>
    <w:qFormat/>
    <w:rsid w:val="00BB322D"/>
    <w:pPr>
      <w:ind w:leftChars="400" w:left="840"/>
    </w:pPr>
  </w:style>
  <w:style w:type="table" w:styleId="af4">
    <w:name w:val="Table Grid"/>
    <w:basedOn w:val="a1"/>
    <w:uiPriority w:val="59"/>
    <w:rsid w:val="0022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7068C"/>
    <w:rPr>
      <w:rFonts w:ascii="Times New Roman" w:eastAsia="メイリオ" w:hAnsi="Times New Roman"/>
      <w:color w:val="212120"/>
      <w:kern w:val="28"/>
    </w:rPr>
  </w:style>
  <w:style w:type="paragraph" w:styleId="af6">
    <w:name w:val="Balloon Text"/>
    <w:basedOn w:val="a"/>
    <w:link w:val="af7"/>
    <w:uiPriority w:val="99"/>
    <w:semiHidden/>
    <w:unhideWhenUsed/>
    <w:rsid w:val="00695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69510B"/>
    <w:rPr>
      <w:rFonts w:asciiTheme="majorHAnsi" w:eastAsiaTheme="majorEastAsia" w:hAnsiTheme="majorHAnsi" w:cstheme="majorBidi"/>
      <w:color w:val="21212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023;&#32340;\AppData\Roaming\Microsoft\Templates\&#19981;&#21205;&#29987;&#12398;&#12499;&#12472;&#12493;&#12473;%20&#12524;&#12479;&#12540;&#12504;&#12483;&#1248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不動産のビジネス レターヘッド.dotx</Template>
  <TotalTime>1471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東所紗織</dc:creator>
  <cp:keywords/>
  <dc:description/>
  <cp:lastModifiedBy>mt.sakota</cp:lastModifiedBy>
  <cp:revision>12</cp:revision>
  <cp:lastPrinted>2019-09-27T06:39:00Z</cp:lastPrinted>
  <dcterms:created xsi:type="dcterms:W3CDTF">2019-09-26T01:03:00Z</dcterms:created>
  <dcterms:modified xsi:type="dcterms:W3CDTF">2019-09-27T07:34:00Z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0x0101005F02E0EF7D44C04B9FA644DBFF45FF6A</vt:lpwstr>
  </property>
</Properties>
</file>